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804E2" w14:textId="77777777" w:rsidR="00B11DBC" w:rsidRPr="00FD233B" w:rsidRDefault="00B11DBC" w:rsidP="00793D0D">
      <w:pPr>
        <w:pStyle w:val="Titre1"/>
        <w:jc w:val="center"/>
        <w:rPr>
          <w:rFonts w:eastAsia="Andale Sans UI"/>
        </w:rPr>
      </w:pPr>
      <w:bookmarkStart w:id="0" w:name="_Toc508959064"/>
      <w:r w:rsidRPr="00FD233B">
        <w:rPr>
          <w:rFonts w:eastAsia="Andale Sans UI"/>
        </w:rPr>
        <w:t>ATTESTATION DE VISITE</w:t>
      </w:r>
      <w:bookmarkEnd w:id="0"/>
    </w:p>
    <w:p w14:paraId="42EFF59E" w14:textId="77777777" w:rsidR="00B11DBC" w:rsidRPr="00D301BE" w:rsidRDefault="00B11DBC" w:rsidP="00793D0D">
      <w:pPr>
        <w:jc w:val="center"/>
        <w:rPr>
          <w:b/>
        </w:rPr>
      </w:pPr>
      <w:r w:rsidRPr="00D301BE">
        <w:rPr>
          <w:b/>
        </w:rPr>
        <w:t>(</w:t>
      </w:r>
      <w:r w:rsidRPr="00910A6E">
        <w:rPr>
          <w:b/>
          <w:color w:val="FF0000"/>
        </w:rPr>
        <w:t>Document à joindre impérativement à l’offre</w:t>
      </w:r>
      <w:r w:rsidRPr="00D301BE">
        <w:rPr>
          <w:b/>
        </w:rPr>
        <w:t>)</w:t>
      </w:r>
    </w:p>
    <w:p w14:paraId="6EF213F9" w14:textId="31A56569" w:rsidR="001315F3" w:rsidRPr="00D41943" w:rsidRDefault="001315F3" w:rsidP="00AA6B66"/>
    <w:p w14:paraId="6A6BE5C8" w14:textId="44936FEF" w:rsidR="00765B2A" w:rsidRPr="00E547E7" w:rsidRDefault="00765B2A" w:rsidP="00950AF5">
      <w:r w:rsidRPr="00950AF5">
        <w:t>Le représentant du bureau de la politique et des opérations immobilières (BPOI) de la DSAF, soussigné(e)</w:t>
      </w:r>
    </w:p>
    <w:p w14:paraId="5A69344F" w14:textId="77777777" w:rsidR="00E547E7" w:rsidRDefault="00E547E7" w:rsidP="00AA6B66"/>
    <w:p w14:paraId="19498034" w14:textId="59CC13F5" w:rsidR="00B11DBC" w:rsidRPr="003932B9" w:rsidRDefault="00AA1556" w:rsidP="00AA6B66">
      <w:pPr>
        <w:rPr>
          <w:sz w:val="20"/>
        </w:rPr>
      </w:pPr>
      <w:r w:rsidRPr="003932B9">
        <w:t xml:space="preserve">M. / Mme. </w:t>
      </w:r>
      <w:r w:rsidR="001C4479">
        <w:t>……………………………</w:t>
      </w:r>
      <w:r w:rsidR="004F32A6" w:rsidRPr="001C4479">
        <w:t>…</w:t>
      </w:r>
      <w:r w:rsidR="00FD401E" w:rsidRPr="001C4479">
        <w:t>…………………………………………………………………………………………………....</w:t>
      </w:r>
    </w:p>
    <w:p w14:paraId="33C8130C" w14:textId="77777777" w:rsidR="00B11DBC" w:rsidRPr="00D41943" w:rsidRDefault="00B11DBC" w:rsidP="00AA6B66"/>
    <w:p w14:paraId="1D8F8A21" w14:textId="3EAE1755" w:rsidR="004F32A6" w:rsidRPr="001C4479" w:rsidRDefault="00B11DBC" w:rsidP="00AA6B66">
      <w:r w:rsidRPr="001C4479">
        <w:t>Atteste que</w:t>
      </w:r>
      <w:r w:rsidR="001C4479" w:rsidRPr="001C4479">
        <w:t> :</w:t>
      </w:r>
    </w:p>
    <w:p w14:paraId="26B2D481" w14:textId="77777777" w:rsidR="00C96070" w:rsidRPr="00D41943" w:rsidRDefault="00C96070" w:rsidP="00AA6B66"/>
    <w:p w14:paraId="358F1B67" w14:textId="27B33B8F" w:rsidR="004F32A6" w:rsidRPr="003932B9" w:rsidRDefault="004F32A6" w:rsidP="00AA6B66">
      <w:r w:rsidRPr="003932B9">
        <w:t xml:space="preserve">M. </w:t>
      </w:r>
      <w:r w:rsidR="00FD401E">
        <w:t xml:space="preserve">/ </w:t>
      </w:r>
      <w:r w:rsidR="00D41943">
        <w:t xml:space="preserve">Mme. </w:t>
      </w:r>
      <w:r w:rsidRPr="001C4479">
        <w:t>…………………………………………</w:t>
      </w:r>
      <w:r w:rsidR="001C4479">
        <w:t>………………………………</w:t>
      </w:r>
      <w:r w:rsidR="00FD401E" w:rsidRPr="001C4479">
        <w:t>………………………………………………………...</w:t>
      </w:r>
      <w:r w:rsidR="00D41943" w:rsidRPr="001C4479">
        <w:t>..</w:t>
      </w:r>
    </w:p>
    <w:p w14:paraId="4E1AFD48" w14:textId="77777777" w:rsidR="004F32A6" w:rsidRPr="00D41943" w:rsidRDefault="004F32A6" w:rsidP="00AA6B66"/>
    <w:p w14:paraId="7C739C34" w14:textId="709B4D2C" w:rsidR="00B11DBC" w:rsidRPr="003932B9" w:rsidRDefault="004F32A6" w:rsidP="00AA6B66">
      <w:r w:rsidRPr="003932B9">
        <w:t xml:space="preserve">pour </w:t>
      </w:r>
      <w:r w:rsidR="00B11DBC" w:rsidRPr="003932B9">
        <w:t xml:space="preserve">la société : </w:t>
      </w:r>
      <w:r w:rsidR="00B11DBC" w:rsidRPr="001C4479">
        <w:t>……………………………………………………………………………</w:t>
      </w:r>
      <w:r w:rsidRPr="001C4479">
        <w:t>…</w:t>
      </w:r>
      <w:r w:rsidR="001C4479">
        <w:t>……………………………………………</w:t>
      </w:r>
    </w:p>
    <w:p w14:paraId="7A3C6A0D" w14:textId="77777777" w:rsidR="00B11DBC" w:rsidRPr="00D41943" w:rsidRDefault="00B11DBC" w:rsidP="00AA6B66"/>
    <w:p w14:paraId="7ABD7BF7" w14:textId="2740E3D4" w:rsidR="00B11DBC" w:rsidRPr="003932B9" w:rsidRDefault="003A73BC" w:rsidP="00AA6B66">
      <w:r>
        <w:t>domiciliée :</w:t>
      </w:r>
      <w:r w:rsidR="00B11DBC" w:rsidRPr="003932B9">
        <w:t xml:space="preserve"> </w:t>
      </w:r>
      <w:r w:rsidR="001C4479">
        <w:t>………………………………</w:t>
      </w:r>
      <w:r w:rsidR="00B11DBC" w:rsidRPr="001C4479">
        <w:t>……………………………………………</w:t>
      </w:r>
      <w:r w:rsidR="00D41943" w:rsidRPr="001C4479">
        <w:t>……………………………………………………….</w:t>
      </w:r>
    </w:p>
    <w:p w14:paraId="161F01C9" w14:textId="77777777" w:rsidR="00FD401E" w:rsidRPr="00D41943" w:rsidRDefault="00FD401E" w:rsidP="00AA6B66"/>
    <w:p w14:paraId="5EDF690D" w14:textId="1E5CBC91" w:rsidR="003932B9" w:rsidRPr="00F90EE8" w:rsidRDefault="00B11DBC" w:rsidP="00950AF5">
      <w:pPr>
        <w:rPr>
          <w:b/>
        </w:rPr>
      </w:pPr>
      <w:r w:rsidRPr="00F90EE8">
        <w:t>a effectué la visite organisée dans</w:t>
      </w:r>
      <w:r w:rsidR="00C96070" w:rsidRPr="00F90EE8">
        <w:t xml:space="preserve"> le cadre de la consultation n°</w:t>
      </w:r>
      <w:r w:rsidR="00950AF5" w:rsidRPr="00950AF5">
        <w:rPr>
          <w:b/>
          <w:bCs/>
        </w:rPr>
        <w:t>24_BAM_675</w:t>
      </w:r>
      <w:r w:rsidR="00950AF5">
        <w:t xml:space="preserve"> </w:t>
      </w:r>
      <w:r w:rsidRPr="00F90EE8">
        <w:t xml:space="preserve">relative </w:t>
      </w:r>
      <w:r w:rsidR="00E547E7" w:rsidRPr="00F90EE8">
        <w:t>aux</w:t>
      </w:r>
      <w:r w:rsidR="00283AA4" w:rsidRPr="00F90EE8">
        <w:t xml:space="preserve"> </w:t>
      </w:r>
      <w:r w:rsidR="00950AF5">
        <w:t>« </w:t>
      </w:r>
      <w:r w:rsidR="00950AF5" w:rsidRPr="00910A6E">
        <w:rPr>
          <w:b/>
          <w:bCs/>
        </w:rPr>
        <w:t xml:space="preserve">Travaux de restauration de la glacière et </w:t>
      </w:r>
      <w:r w:rsidR="00A23377" w:rsidRPr="00910A6E">
        <w:rPr>
          <w:b/>
          <w:bCs/>
        </w:rPr>
        <w:t>d’</w:t>
      </w:r>
      <w:r w:rsidR="00950AF5" w:rsidRPr="00910A6E">
        <w:rPr>
          <w:b/>
          <w:bCs/>
        </w:rPr>
        <w:t xml:space="preserve">assainissement de l'édifice voisin </w:t>
      </w:r>
      <w:r w:rsidR="003E7BC5" w:rsidRPr="00910A6E">
        <w:rPr>
          <w:b/>
          <w:bCs/>
        </w:rPr>
        <w:t>- Hôtel de Matignon -</w:t>
      </w:r>
      <w:r w:rsidR="00950AF5" w:rsidRPr="00910A6E">
        <w:rPr>
          <w:b/>
          <w:bCs/>
        </w:rPr>
        <w:t xml:space="preserve"> </w:t>
      </w:r>
      <w:r w:rsidR="00BC7ED0" w:rsidRPr="00BC7ED0">
        <w:rPr>
          <w:b/>
          <w:bCs/>
        </w:rPr>
        <w:t>57, rue de Varenne - 75007 PARIS (accès via le 36 rue de Babylone)</w:t>
      </w:r>
      <w:r w:rsidR="00197979">
        <w:rPr>
          <w:b/>
          <w:bCs/>
        </w:rPr>
        <w:t xml:space="preserve"> </w:t>
      </w:r>
      <w:r w:rsidRPr="00F90EE8">
        <w:t>»</w:t>
      </w:r>
      <w:r w:rsidR="001C4479" w:rsidRPr="00F90EE8">
        <w:t>,</w:t>
      </w:r>
    </w:p>
    <w:p w14:paraId="0EF3AB86" w14:textId="77777777" w:rsidR="007B5D79" w:rsidRPr="00197979" w:rsidRDefault="007B5D79" w:rsidP="00AA6B66">
      <w:pPr>
        <w:rPr>
          <w:sz w:val="8"/>
          <w:szCs w:val="8"/>
        </w:rPr>
      </w:pPr>
    </w:p>
    <w:p w14:paraId="662EF931" w14:textId="1D689D87" w:rsidR="003932B9" w:rsidRPr="00F90EE8" w:rsidRDefault="003932B9" w:rsidP="00AA6B66">
      <w:r w:rsidRPr="00F90EE8">
        <w:t>p</w:t>
      </w:r>
      <w:r w:rsidR="0089176D" w:rsidRPr="00F90EE8">
        <w:t>our le</w:t>
      </w:r>
      <w:r w:rsidR="00D41943" w:rsidRPr="00F90EE8">
        <w:t xml:space="preserve"> </w:t>
      </w:r>
      <w:r w:rsidR="0089176D" w:rsidRPr="00F90EE8">
        <w:t>site suivant </w:t>
      </w:r>
      <w:r w:rsidR="0089176D" w:rsidRPr="00D301BE">
        <w:rPr>
          <w:b/>
          <w:u w:val="single"/>
        </w:rPr>
        <w:t>dont la visite</w:t>
      </w:r>
      <w:r w:rsidRPr="00D301BE">
        <w:rPr>
          <w:b/>
          <w:u w:val="single"/>
        </w:rPr>
        <w:t xml:space="preserve"> </w:t>
      </w:r>
      <w:r w:rsidR="0089176D" w:rsidRPr="00D301BE">
        <w:rPr>
          <w:b/>
          <w:u w:val="single"/>
        </w:rPr>
        <w:t>est</w:t>
      </w:r>
      <w:r w:rsidR="00D41943" w:rsidRPr="00D301BE">
        <w:rPr>
          <w:b/>
          <w:u w:val="single"/>
        </w:rPr>
        <w:t xml:space="preserve"> </w:t>
      </w:r>
      <w:r w:rsidR="0089176D" w:rsidRPr="00D301BE">
        <w:rPr>
          <w:b/>
          <w:u w:val="single"/>
        </w:rPr>
        <w:t>obligatoire</w:t>
      </w:r>
      <w:r w:rsidRPr="00F90EE8">
        <w:t xml:space="preserve"> : </w:t>
      </w:r>
    </w:p>
    <w:p w14:paraId="6063BE52" w14:textId="58A4048F" w:rsidR="007B5D79" w:rsidRPr="00197979" w:rsidRDefault="007B5D79" w:rsidP="00AA6B66">
      <w:pPr>
        <w:rPr>
          <w:sz w:val="8"/>
          <w:szCs w:val="8"/>
        </w:rPr>
      </w:pPr>
    </w:p>
    <w:p w14:paraId="246AFEF5" w14:textId="314F9B4A" w:rsidR="00E547E7" w:rsidRPr="00197979" w:rsidRDefault="00F61DB6" w:rsidP="00AA6B66">
      <w:pPr>
        <w:rPr>
          <w:b/>
          <w:bCs/>
        </w:rPr>
      </w:pPr>
      <w:sdt>
        <w:sdtPr>
          <w:id w:val="196091588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B30C8">
            <w:rPr>
              <w:rFonts w:ascii="MS Gothic" w:eastAsia="MS Gothic" w:hAnsi="MS Gothic" w:hint="eastAsia"/>
            </w:rPr>
            <w:t>☒</w:t>
          </w:r>
        </w:sdtContent>
      </w:sdt>
      <w:r w:rsidR="00E547E7" w:rsidRPr="00F90EE8">
        <w:t xml:space="preserve"> </w:t>
      </w:r>
      <w:r w:rsidR="00AB30C8" w:rsidRPr="00197979">
        <w:rPr>
          <w:b/>
          <w:bCs/>
        </w:rPr>
        <w:t xml:space="preserve">Hôtel de Matignon, </w:t>
      </w:r>
      <w:r w:rsidR="00BC7ED0" w:rsidRPr="00197979">
        <w:rPr>
          <w:b/>
          <w:bCs/>
        </w:rPr>
        <w:t>57 rue de Varenne - 75007 PARIS (</w:t>
      </w:r>
      <w:r w:rsidR="00BC7ED0" w:rsidRPr="00197979">
        <w:rPr>
          <w:b/>
          <w:bCs/>
          <w:u w:val="single"/>
        </w:rPr>
        <w:t>accès via le 36 rue de Babylone</w:t>
      </w:r>
      <w:r w:rsidR="00BC7ED0" w:rsidRPr="00197979">
        <w:rPr>
          <w:b/>
          <w:bCs/>
        </w:rPr>
        <w:t>).</w:t>
      </w:r>
    </w:p>
    <w:p w14:paraId="2C977AEB" w14:textId="34E499AB" w:rsidR="00E547E7" w:rsidRDefault="00E547E7" w:rsidP="00AA6B66">
      <w:pPr>
        <w:rPr>
          <w:lang w:eastAsia="fr-FR"/>
        </w:rPr>
      </w:pPr>
    </w:p>
    <w:p w14:paraId="4A80349E" w14:textId="524A2ED9" w:rsidR="0089176D" w:rsidRDefault="00597207" w:rsidP="00AA6B66">
      <w:r w:rsidRPr="00597207">
        <w:rPr>
          <w:lang w:eastAsia="fr-FR"/>
        </w:rPr>
        <w:t xml:space="preserve">À Paris, le </w:t>
      </w:r>
      <w:r w:rsidRPr="00597207">
        <w:t>…………………………………………………….</w:t>
      </w:r>
    </w:p>
    <w:p w14:paraId="51D0919D" w14:textId="0A474A39" w:rsidR="008A3F5E" w:rsidRDefault="008A3F5E" w:rsidP="00AA6B66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C30DF7" w14:paraId="4C2B0422" w14:textId="77777777" w:rsidTr="00D301BE">
        <w:tc>
          <w:tcPr>
            <w:tcW w:w="2500" w:type="pct"/>
          </w:tcPr>
          <w:p w14:paraId="42C6C8EF" w14:textId="6DB37A6A" w:rsidR="00C30DF7" w:rsidRPr="008B3C64" w:rsidRDefault="001E0515" w:rsidP="00AA6B66">
            <w:r w:rsidRPr="001E0515">
              <w:t>Signature du r</w:t>
            </w:r>
            <w:r w:rsidR="00C30DF7" w:rsidRPr="008B3C64">
              <w:t>eprésentant de l’administration</w:t>
            </w:r>
          </w:p>
          <w:p w14:paraId="29E6040C" w14:textId="2B7FB2DE" w:rsidR="00C30DF7" w:rsidRPr="00C30DF7" w:rsidRDefault="00C30DF7" w:rsidP="00AA6B66">
            <w:r w:rsidRPr="00C30DF7">
              <w:t>Nom, Prénom, Fonction</w:t>
            </w:r>
          </w:p>
        </w:tc>
        <w:tc>
          <w:tcPr>
            <w:tcW w:w="2500" w:type="pct"/>
          </w:tcPr>
          <w:p w14:paraId="337E23AC" w14:textId="1203BCE5" w:rsidR="00C30DF7" w:rsidRDefault="001E0515" w:rsidP="00AA6B66">
            <w:r w:rsidRPr="001E0515">
              <w:t>Signature du r</w:t>
            </w:r>
            <w:r w:rsidR="00C30DF7" w:rsidRPr="008B3C64">
              <w:t xml:space="preserve">eprésentant </w:t>
            </w:r>
            <w:r>
              <w:t>de la société</w:t>
            </w:r>
          </w:p>
          <w:p w14:paraId="34725577" w14:textId="77777777" w:rsidR="00D301BE" w:rsidRPr="008B3C64" w:rsidRDefault="00D301BE" w:rsidP="00AA6B66"/>
          <w:p w14:paraId="78360A03" w14:textId="482D0FE9" w:rsidR="00C30DF7" w:rsidRPr="001E0515" w:rsidRDefault="00C30DF7" w:rsidP="00AA6B66">
            <w:r w:rsidRPr="00C30DF7">
              <w:t>Nom, Prénom, Fonction</w:t>
            </w:r>
          </w:p>
        </w:tc>
      </w:tr>
      <w:tr w:rsidR="00C30DF7" w14:paraId="75C15369" w14:textId="77777777" w:rsidTr="00D301BE">
        <w:trPr>
          <w:trHeight w:val="1616"/>
        </w:trPr>
        <w:tc>
          <w:tcPr>
            <w:tcW w:w="2500" w:type="pct"/>
          </w:tcPr>
          <w:p w14:paraId="7C7F6CD8" w14:textId="77777777" w:rsidR="00C30DF7" w:rsidRDefault="00C30DF7" w:rsidP="00AA6B66"/>
          <w:p w14:paraId="594D6B16" w14:textId="77777777" w:rsidR="008B3C64" w:rsidRDefault="008B3C64" w:rsidP="00AA6B66"/>
          <w:p w14:paraId="294A6DAF" w14:textId="7323554F" w:rsidR="008B3C64" w:rsidRDefault="008B3C64" w:rsidP="00AA6B66"/>
        </w:tc>
        <w:tc>
          <w:tcPr>
            <w:tcW w:w="2500" w:type="pct"/>
          </w:tcPr>
          <w:p w14:paraId="275EAA8B" w14:textId="77777777" w:rsidR="00C30DF7" w:rsidRDefault="00C30DF7" w:rsidP="00AA6B66"/>
        </w:tc>
      </w:tr>
    </w:tbl>
    <w:p w14:paraId="4F4535C5" w14:textId="77777777" w:rsidR="00071838" w:rsidRDefault="00071838" w:rsidP="00066459"/>
    <w:sectPr w:rsidR="00071838" w:rsidSect="00597207">
      <w:footerReference w:type="default" r:id="rId10"/>
      <w:headerReference w:type="first" r:id="rId11"/>
      <w:footerReference w:type="first" r:id="rId12"/>
      <w:pgSz w:w="11906" w:h="16838"/>
      <w:pgMar w:top="1418" w:right="1134" w:bottom="1418" w:left="1134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1FA46" w14:textId="77777777" w:rsidR="00272A41" w:rsidRDefault="00272A41" w:rsidP="00AA6B66">
      <w:r>
        <w:separator/>
      </w:r>
    </w:p>
    <w:p w14:paraId="5542D729" w14:textId="77777777" w:rsidR="00DB37BC" w:rsidRDefault="00DB37BC" w:rsidP="00AA6B66"/>
    <w:p w14:paraId="550C10F6" w14:textId="77777777" w:rsidR="00DB37BC" w:rsidRDefault="00DB37BC" w:rsidP="00AA6B66"/>
    <w:p w14:paraId="754A2C0B" w14:textId="77777777" w:rsidR="00DB37BC" w:rsidRDefault="00DB37BC" w:rsidP="00AA6B66"/>
    <w:p w14:paraId="7AEC5619" w14:textId="77777777" w:rsidR="00174195" w:rsidRDefault="00174195" w:rsidP="00AA6B66"/>
    <w:p w14:paraId="2EA0B192" w14:textId="77777777" w:rsidR="00174195" w:rsidRDefault="00174195" w:rsidP="00AA6B66"/>
    <w:p w14:paraId="11933CF9" w14:textId="77777777" w:rsidR="00174195" w:rsidRDefault="00174195" w:rsidP="00AA6B66"/>
    <w:p w14:paraId="32144A48" w14:textId="77777777" w:rsidR="00174195" w:rsidRDefault="00174195" w:rsidP="00AA6B66"/>
    <w:p w14:paraId="08FABEF7" w14:textId="77777777" w:rsidR="0064730B" w:rsidRDefault="0064730B" w:rsidP="00AA6B66"/>
    <w:p w14:paraId="506162B8" w14:textId="77777777" w:rsidR="0064730B" w:rsidRDefault="0064730B" w:rsidP="00AA6B66"/>
    <w:p w14:paraId="1A0C592E" w14:textId="77777777" w:rsidR="0064730B" w:rsidRDefault="0064730B" w:rsidP="00AA6B66"/>
    <w:p w14:paraId="61FFC944" w14:textId="77777777" w:rsidR="0064730B" w:rsidRDefault="0064730B" w:rsidP="00AA6B66"/>
    <w:p w14:paraId="1D32DE08" w14:textId="77777777" w:rsidR="0064730B" w:rsidRDefault="0064730B" w:rsidP="00AA6B66"/>
    <w:p w14:paraId="0884F604" w14:textId="77777777" w:rsidR="0064730B" w:rsidRDefault="0064730B" w:rsidP="00AA6B66"/>
    <w:p w14:paraId="636C0692" w14:textId="77777777" w:rsidR="00D84359" w:rsidRDefault="00D84359" w:rsidP="00AA6B66"/>
    <w:p w14:paraId="7F919D69" w14:textId="77777777" w:rsidR="00D84359" w:rsidRDefault="00D84359" w:rsidP="00AA6B66"/>
    <w:p w14:paraId="35294D14" w14:textId="77777777" w:rsidR="00D84359" w:rsidRDefault="00D84359" w:rsidP="00AA6B66"/>
    <w:p w14:paraId="646FFC86" w14:textId="77777777" w:rsidR="00D84359" w:rsidRDefault="00D84359" w:rsidP="00AA6B66"/>
    <w:p w14:paraId="167F7357" w14:textId="77777777" w:rsidR="00066F84" w:rsidRDefault="00066F84" w:rsidP="00AA6B66"/>
    <w:p w14:paraId="1CEFEC5A" w14:textId="77777777" w:rsidR="005D267E" w:rsidRDefault="005D267E"/>
  </w:endnote>
  <w:endnote w:type="continuationSeparator" w:id="0">
    <w:p w14:paraId="404B4D16" w14:textId="77777777" w:rsidR="00272A41" w:rsidRDefault="00272A41" w:rsidP="00AA6B66">
      <w:r>
        <w:continuationSeparator/>
      </w:r>
    </w:p>
    <w:p w14:paraId="1C5F2884" w14:textId="77777777" w:rsidR="00DB37BC" w:rsidRDefault="00DB37BC" w:rsidP="00AA6B66"/>
    <w:p w14:paraId="277B6890" w14:textId="77777777" w:rsidR="00DB37BC" w:rsidRDefault="00DB37BC" w:rsidP="00AA6B66"/>
    <w:p w14:paraId="30CE031E" w14:textId="77777777" w:rsidR="00DB37BC" w:rsidRDefault="00DB37BC" w:rsidP="00AA6B66"/>
    <w:p w14:paraId="5721F7EC" w14:textId="77777777" w:rsidR="00174195" w:rsidRDefault="00174195" w:rsidP="00AA6B66"/>
    <w:p w14:paraId="7B38A08E" w14:textId="77777777" w:rsidR="00174195" w:rsidRDefault="00174195" w:rsidP="00AA6B66"/>
    <w:p w14:paraId="41FD8AA4" w14:textId="77777777" w:rsidR="00174195" w:rsidRDefault="00174195" w:rsidP="00AA6B66"/>
    <w:p w14:paraId="5581D4CE" w14:textId="77777777" w:rsidR="00174195" w:rsidRDefault="00174195" w:rsidP="00AA6B66"/>
    <w:p w14:paraId="10A65B83" w14:textId="77777777" w:rsidR="0064730B" w:rsidRDefault="0064730B" w:rsidP="00AA6B66"/>
    <w:p w14:paraId="43F9FB80" w14:textId="77777777" w:rsidR="0064730B" w:rsidRDefault="0064730B" w:rsidP="00AA6B66"/>
    <w:p w14:paraId="564DB089" w14:textId="77777777" w:rsidR="0064730B" w:rsidRDefault="0064730B" w:rsidP="00AA6B66"/>
    <w:p w14:paraId="070E23CC" w14:textId="77777777" w:rsidR="0064730B" w:rsidRDefault="0064730B" w:rsidP="00AA6B66"/>
    <w:p w14:paraId="1259CC6F" w14:textId="77777777" w:rsidR="0064730B" w:rsidRDefault="0064730B" w:rsidP="00AA6B66"/>
    <w:p w14:paraId="50B12756" w14:textId="77777777" w:rsidR="0064730B" w:rsidRDefault="0064730B" w:rsidP="00AA6B66"/>
    <w:p w14:paraId="7B97F3FF" w14:textId="77777777" w:rsidR="00D84359" w:rsidRDefault="00D84359" w:rsidP="00AA6B66"/>
    <w:p w14:paraId="0290DC9E" w14:textId="77777777" w:rsidR="00D84359" w:rsidRDefault="00D84359" w:rsidP="00AA6B66"/>
    <w:p w14:paraId="614C9838" w14:textId="77777777" w:rsidR="00D84359" w:rsidRDefault="00D84359" w:rsidP="00AA6B66"/>
    <w:p w14:paraId="156AB8CA" w14:textId="77777777" w:rsidR="00D84359" w:rsidRDefault="00D84359" w:rsidP="00AA6B66"/>
    <w:p w14:paraId="10C3EE52" w14:textId="77777777" w:rsidR="00066F84" w:rsidRDefault="00066F84" w:rsidP="00AA6B66"/>
    <w:p w14:paraId="13573B22" w14:textId="77777777" w:rsidR="005D267E" w:rsidRDefault="005D26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43E54" w14:textId="77777777" w:rsidR="00D301BE" w:rsidRPr="00F06833" w:rsidRDefault="00D301BE" w:rsidP="00D301BE">
    <w:pPr>
      <w:pStyle w:val="Pieddepage"/>
      <w:jc w:val="center"/>
      <w:rPr>
        <w:rFonts w:cs="Arial"/>
        <w:sz w:val="20"/>
        <w:szCs w:val="20"/>
      </w:rPr>
    </w:pPr>
  </w:p>
  <w:p w14:paraId="4C580F61" w14:textId="50DCD670" w:rsidR="00D301BE" w:rsidRPr="00824A38" w:rsidRDefault="00D301BE" w:rsidP="00D301BE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jc w:val="center"/>
      <w:rPr>
        <w:sz w:val="20"/>
      </w:rPr>
    </w:pPr>
    <w:r>
      <w:rPr>
        <w:sz w:val="20"/>
        <w:szCs w:val="20"/>
      </w:rPr>
      <w:t>Attestation de visite</w:t>
    </w:r>
    <w:r>
      <w:rPr>
        <w:sz w:val="20"/>
        <w:szCs w:val="20"/>
      </w:rPr>
      <w:tab/>
    </w:r>
    <w:r w:rsidR="008A4D2E" w:rsidRPr="008A4D2E">
      <w:rPr>
        <w:sz w:val="20"/>
        <w:szCs w:val="20"/>
      </w:rPr>
      <w:t>24_BAM_675</w:t>
    </w:r>
    <w:r w:rsidRPr="00F06833">
      <w:rPr>
        <w:sz w:val="20"/>
        <w:szCs w:val="20"/>
      </w:rPr>
      <w:tab/>
      <w:t xml:space="preserve">Page </w:t>
    </w:r>
    <w:r w:rsidRPr="00F06833">
      <w:rPr>
        <w:sz w:val="20"/>
        <w:szCs w:val="20"/>
      </w:rPr>
      <w:fldChar w:fldCharType="begin"/>
    </w:r>
    <w:r w:rsidRPr="00F06833">
      <w:rPr>
        <w:sz w:val="20"/>
        <w:szCs w:val="20"/>
      </w:rPr>
      <w:instrText xml:space="preserve"> PAGE </w:instrText>
    </w:r>
    <w:r w:rsidRPr="00F06833">
      <w:rPr>
        <w:sz w:val="20"/>
        <w:szCs w:val="20"/>
      </w:rPr>
      <w:fldChar w:fldCharType="separate"/>
    </w:r>
    <w:r w:rsidR="00765B2A">
      <w:rPr>
        <w:noProof/>
        <w:sz w:val="20"/>
        <w:szCs w:val="20"/>
      </w:rPr>
      <w:t>2</w:t>
    </w:r>
    <w:r w:rsidRPr="00F06833">
      <w:rPr>
        <w:sz w:val="20"/>
        <w:szCs w:val="20"/>
      </w:rPr>
      <w:fldChar w:fldCharType="end"/>
    </w:r>
    <w:r w:rsidRPr="00F06833">
      <w:rPr>
        <w:sz w:val="20"/>
        <w:szCs w:val="20"/>
      </w:rPr>
      <w:t xml:space="preserve"> sur </w:t>
    </w:r>
    <w:r w:rsidRPr="00F06833">
      <w:rPr>
        <w:sz w:val="20"/>
        <w:szCs w:val="20"/>
      </w:rPr>
      <w:fldChar w:fldCharType="begin"/>
    </w:r>
    <w:r w:rsidRPr="00F06833">
      <w:rPr>
        <w:sz w:val="20"/>
        <w:szCs w:val="20"/>
      </w:rPr>
      <w:instrText xml:space="preserve"> NUMPAGES </w:instrText>
    </w:r>
    <w:r w:rsidRPr="00F06833">
      <w:rPr>
        <w:sz w:val="20"/>
        <w:szCs w:val="20"/>
      </w:rPr>
      <w:fldChar w:fldCharType="separate"/>
    </w:r>
    <w:r w:rsidR="00765B2A">
      <w:rPr>
        <w:noProof/>
        <w:sz w:val="20"/>
        <w:szCs w:val="20"/>
      </w:rPr>
      <w:t>2</w:t>
    </w:r>
    <w:r w:rsidRPr="00F06833">
      <w:rPr>
        <w:noProof/>
        <w:sz w:val="20"/>
        <w:szCs w:val="20"/>
      </w:rPr>
      <w:fldChar w:fldCharType="end"/>
    </w:r>
  </w:p>
  <w:p w14:paraId="66DBBA86" w14:textId="7B27573A" w:rsidR="005D267E" w:rsidRPr="00D301BE" w:rsidRDefault="005D267E" w:rsidP="00D301B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80A1D" w14:textId="77777777" w:rsidR="00824A38" w:rsidRPr="00F06833" w:rsidRDefault="00824A38" w:rsidP="00824A38">
    <w:pPr>
      <w:pStyle w:val="Pieddepage"/>
      <w:jc w:val="center"/>
      <w:rPr>
        <w:rFonts w:cs="Arial"/>
        <w:sz w:val="20"/>
        <w:szCs w:val="20"/>
      </w:rPr>
    </w:pPr>
  </w:p>
  <w:p w14:paraId="3DE415B9" w14:textId="724AC4EF" w:rsidR="00066F84" w:rsidRPr="00824A38" w:rsidRDefault="00824A38" w:rsidP="00824A38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jc w:val="center"/>
      <w:rPr>
        <w:sz w:val="20"/>
      </w:rPr>
    </w:pPr>
    <w:r>
      <w:rPr>
        <w:sz w:val="20"/>
        <w:szCs w:val="20"/>
      </w:rPr>
      <w:t>Attestation de visite</w:t>
    </w:r>
    <w:r>
      <w:rPr>
        <w:sz w:val="20"/>
        <w:szCs w:val="20"/>
      </w:rPr>
      <w:tab/>
    </w:r>
    <w:r w:rsidR="00066459" w:rsidRPr="00066459">
      <w:rPr>
        <w:sz w:val="20"/>
        <w:szCs w:val="20"/>
      </w:rPr>
      <w:t>24</w:t>
    </w:r>
    <w:r w:rsidR="00D301BE" w:rsidRPr="00066459">
      <w:rPr>
        <w:sz w:val="20"/>
        <w:szCs w:val="20"/>
      </w:rPr>
      <w:t>_BAM_</w:t>
    </w:r>
    <w:r w:rsidR="00066459" w:rsidRPr="00066459">
      <w:rPr>
        <w:sz w:val="20"/>
        <w:szCs w:val="20"/>
      </w:rPr>
      <w:t>675</w:t>
    </w:r>
    <w:r w:rsidRPr="00F06833">
      <w:rPr>
        <w:sz w:val="20"/>
        <w:szCs w:val="20"/>
      </w:rPr>
      <w:tab/>
      <w:t xml:space="preserve">Page </w:t>
    </w:r>
    <w:r w:rsidRPr="00F06833">
      <w:rPr>
        <w:sz w:val="20"/>
        <w:szCs w:val="20"/>
      </w:rPr>
      <w:fldChar w:fldCharType="begin"/>
    </w:r>
    <w:r w:rsidRPr="00F06833">
      <w:rPr>
        <w:sz w:val="20"/>
        <w:szCs w:val="20"/>
      </w:rPr>
      <w:instrText xml:space="preserve"> PAGE </w:instrText>
    </w:r>
    <w:r w:rsidRPr="00F06833">
      <w:rPr>
        <w:sz w:val="20"/>
        <w:szCs w:val="20"/>
      </w:rPr>
      <w:fldChar w:fldCharType="separate"/>
    </w:r>
    <w:r w:rsidR="00765B2A">
      <w:rPr>
        <w:noProof/>
        <w:sz w:val="20"/>
        <w:szCs w:val="20"/>
      </w:rPr>
      <w:t>1</w:t>
    </w:r>
    <w:r w:rsidRPr="00F06833">
      <w:rPr>
        <w:sz w:val="20"/>
        <w:szCs w:val="20"/>
      </w:rPr>
      <w:fldChar w:fldCharType="end"/>
    </w:r>
    <w:r w:rsidRPr="00F06833">
      <w:rPr>
        <w:sz w:val="20"/>
        <w:szCs w:val="20"/>
      </w:rPr>
      <w:t xml:space="preserve"> sur </w:t>
    </w:r>
    <w:r w:rsidRPr="00F06833">
      <w:rPr>
        <w:sz w:val="20"/>
        <w:szCs w:val="20"/>
      </w:rPr>
      <w:fldChar w:fldCharType="begin"/>
    </w:r>
    <w:r w:rsidRPr="00F06833">
      <w:rPr>
        <w:sz w:val="20"/>
        <w:szCs w:val="20"/>
      </w:rPr>
      <w:instrText xml:space="preserve"> NUMPAGES </w:instrText>
    </w:r>
    <w:r w:rsidRPr="00F06833">
      <w:rPr>
        <w:sz w:val="20"/>
        <w:szCs w:val="20"/>
      </w:rPr>
      <w:fldChar w:fldCharType="separate"/>
    </w:r>
    <w:r w:rsidR="00765B2A">
      <w:rPr>
        <w:noProof/>
        <w:sz w:val="20"/>
        <w:szCs w:val="20"/>
      </w:rPr>
      <w:t>2</w:t>
    </w:r>
    <w:r w:rsidRPr="00F06833">
      <w:rPr>
        <w:noProof/>
        <w:sz w:val="20"/>
        <w:szCs w:val="20"/>
      </w:rPr>
      <w:fldChar w:fldCharType="end"/>
    </w:r>
  </w:p>
  <w:p w14:paraId="5F515C7C" w14:textId="77777777" w:rsidR="005D267E" w:rsidRDefault="005D267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78692" w14:textId="77777777" w:rsidR="00272A41" w:rsidRDefault="00272A41" w:rsidP="00AA6B66">
      <w:r>
        <w:separator/>
      </w:r>
    </w:p>
    <w:p w14:paraId="0DD32C9A" w14:textId="77777777" w:rsidR="00DB37BC" w:rsidRDefault="00DB37BC" w:rsidP="00AA6B66"/>
    <w:p w14:paraId="1140B045" w14:textId="77777777" w:rsidR="00DB37BC" w:rsidRDefault="00DB37BC" w:rsidP="00AA6B66"/>
    <w:p w14:paraId="01A98990" w14:textId="77777777" w:rsidR="00DB37BC" w:rsidRDefault="00DB37BC" w:rsidP="00AA6B66"/>
    <w:p w14:paraId="38A2DBC5" w14:textId="77777777" w:rsidR="00174195" w:rsidRDefault="00174195" w:rsidP="00AA6B66"/>
    <w:p w14:paraId="319BCEDA" w14:textId="77777777" w:rsidR="00174195" w:rsidRDefault="00174195" w:rsidP="00AA6B66"/>
    <w:p w14:paraId="35309C92" w14:textId="77777777" w:rsidR="00174195" w:rsidRDefault="00174195" w:rsidP="00AA6B66"/>
    <w:p w14:paraId="7DDEDDD0" w14:textId="77777777" w:rsidR="00174195" w:rsidRDefault="00174195" w:rsidP="00AA6B66"/>
    <w:p w14:paraId="5BEBF35A" w14:textId="77777777" w:rsidR="0064730B" w:rsidRDefault="0064730B" w:rsidP="00AA6B66"/>
    <w:p w14:paraId="3C549200" w14:textId="77777777" w:rsidR="0064730B" w:rsidRDefault="0064730B" w:rsidP="00AA6B66"/>
    <w:p w14:paraId="46F7D2FD" w14:textId="77777777" w:rsidR="0064730B" w:rsidRDefault="0064730B" w:rsidP="00AA6B66"/>
    <w:p w14:paraId="735D5FE5" w14:textId="77777777" w:rsidR="0064730B" w:rsidRDefault="0064730B" w:rsidP="00AA6B66"/>
    <w:p w14:paraId="63C426A3" w14:textId="77777777" w:rsidR="0064730B" w:rsidRDefault="0064730B" w:rsidP="00AA6B66"/>
    <w:p w14:paraId="6A3386A6" w14:textId="77777777" w:rsidR="0064730B" w:rsidRDefault="0064730B" w:rsidP="00AA6B66"/>
    <w:p w14:paraId="1CE78332" w14:textId="77777777" w:rsidR="00D84359" w:rsidRDefault="00D84359" w:rsidP="00AA6B66"/>
    <w:p w14:paraId="1E5E4726" w14:textId="77777777" w:rsidR="00D84359" w:rsidRDefault="00D84359" w:rsidP="00AA6B66"/>
    <w:p w14:paraId="53F6363E" w14:textId="77777777" w:rsidR="00D84359" w:rsidRDefault="00D84359" w:rsidP="00AA6B66"/>
    <w:p w14:paraId="79698527" w14:textId="77777777" w:rsidR="00D84359" w:rsidRDefault="00D84359" w:rsidP="00AA6B66"/>
    <w:p w14:paraId="18BAADE9" w14:textId="77777777" w:rsidR="00066F84" w:rsidRDefault="00066F84" w:rsidP="00AA6B66"/>
    <w:p w14:paraId="10419E22" w14:textId="77777777" w:rsidR="005D267E" w:rsidRDefault="005D267E"/>
  </w:footnote>
  <w:footnote w:type="continuationSeparator" w:id="0">
    <w:p w14:paraId="19B25134" w14:textId="77777777" w:rsidR="00272A41" w:rsidRDefault="00272A41" w:rsidP="00AA6B66">
      <w:r>
        <w:continuationSeparator/>
      </w:r>
    </w:p>
    <w:p w14:paraId="4BA8270D" w14:textId="77777777" w:rsidR="00DB37BC" w:rsidRDefault="00DB37BC" w:rsidP="00AA6B66"/>
    <w:p w14:paraId="006AA7E1" w14:textId="77777777" w:rsidR="00DB37BC" w:rsidRDefault="00DB37BC" w:rsidP="00AA6B66"/>
    <w:p w14:paraId="23DBBE85" w14:textId="77777777" w:rsidR="00DB37BC" w:rsidRDefault="00DB37BC" w:rsidP="00AA6B66"/>
    <w:p w14:paraId="0726FB37" w14:textId="77777777" w:rsidR="00174195" w:rsidRDefault="00174195" w:rsidP="00AA6B66"/>
    <w:p w14:paraId="78096E94" w14:textId="77777777" w:rsidR="00174195" w:rsidRDefault="00174195" w:rsidP="00AA6B66"/>
    <w:p w14:paraId="59109FA5" w14:textId="77777777" w:rsidR="00174195" w:rsidRDefault="00174195" w:rsidP="00AA6B66"/>
    <w:p w14:paraId="1148A248" w14:textId="77777777" w:rsidR="00174195" w:rsidRDefault="00174195" w:rsidP="00AA6B66"/>
    <w:p w14:paraId="2735BA1F" w14:textId="77777777" w:rsidR="0064730B" w:rsidRDefault="0064730B" w:rsidP="00AA6B66"/>
    <w:p w14:paraId="146F49C7" w14:textId="77777777" w:rsidR="0064730B" w:rsidRDefault="0064730B" w:rsidP="00AA6B66"/>
    <w:p w14:paraId="4722C204" w14:textId="77777777" w:rsidR="0064730B" w:rsidRDefault="0064730B" w:rsidP="00AA6B66"/>
    <w:p w14:paraId="6C5CB856" w14:textId="77777777" w:rsidR="0064730B" w:rsidRDefault="0064730B" w:rsidP="00AA6B66"/>
    <w:p w14:paraId="5BA789B5" w14:textId="77777777" w:rsidR="0064730B" w:rsidRDefault="0064730B" w:rsidP="00AA6B66"/>
    <w:p w14:paraId="709338E5" w14:textId="77777777" w:rsidR="0064730B" w:rsidRDefault="0064730B" w:rsidP="00AA6B66"/>
    <w:p w14:paraId="7A49E1F0" w14:textId="77777777" w:rsidR="00D84359" w:rsidRDefault="00D84359" w:rsidP="00AA6B66"/>
    <w:p w14:paraId="6E8FEF5F" w14:textId="77777777" w:rsidR="00D84359" w:rsidRDefault="00D84359" w:rsidP="00AA6B66"/>
    <w:p w14:paraId="335BD982" w14:textId="77777777" w:rsidR="00D84359" w:rsidRDefault="00D84359" w:rsidP="00AA6B66"/>
    <w:p w14:paraId="339B65CA" w14:textId="77777777" w:rsidR="00D84359" w:rsidRDefault="00D84359" w:rsidP="00AA6B66"/>
    <w:p w14:paraId="1D7E2FB7" w14:textId="77777777" w:rsidR="00066F84" w:rsidRDefault="00066F84" w:rsidP="00AA6B66"/>
    <w:p w14:paraId="05CBE975" w14:textId="77777777" w:rsidR="005D267E" w:rsidRDefault="005D26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0EBE0" w14:textId="77777777" w:rsidR="00824A38" w:rsidRDefault="00824A38" w:rsidP="00824A38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rPr>
        <w:b w:val="0"/>
        <w:bCs w:val="0"/>
        <w:noProof/>
        <w:lang w:val="fr-FR" w:eastAsia="fr-FR" w:bidi="ar-SA"/>
      </w:rPr>
      <w:drawing>
        <wp:anchor distT="0" distB="0" distL="114300" distR="114300" simplePos="0" relativeHeight="251658240" behindDoc="0" locked="0" layoutInCell="1" allowOverlap="1" wp14:anchorId="1FA93091" wp14:editId="38B8EE56">
          <wp:simplePos x="0" y="0"/>
          <wp:positionH relativeFrom="column">
            <wp:posOffset>0</wp:posOffset>
          </wp:positionH>
          <wp:positionV relativeFrom="paragraph">
            <wp:posOffset>161290</wp:posOffset>
          </wp:positionV>
          <wp:extent cx="795020" cy="899160"/>
          <wp:effectExtent l="0" t="0" r="508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899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55B756" w14:textId="77777777" w:rsidR="00824A38" w:rsidRDefault="00824A38" w:rsidP="00824A38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4467123E" w14:textId="77777777" w:rsidR="00824A38" w:rsidRPr="002E576F" w:rsidRDefault="00824A38" w:rsidP="00824A38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rPr>
        <w:rFonts w:ascii="Marianne" w:hAnsi="Marianne"/>
        <w:sz w:val="18"/>
        <w:lang w:val="fr-FR"/>
      </w:rPr>
      <w:t>S</w:t>
    </w:r>
    <w:r w:rsidRPr="002E576F">
      <w:rPr>
        <w:rFonts w:ascii="Marianne" w:hAnsi="Marianne"/>
        <w:sz w:val="18"/>
        <w:lang w:val="fr-FR"/>
      </w:rPr>
      <w:t>ecrétariat général du Gouvernement</w:t>
    </w:r>
  </w:p>
  <w:p w14:paraId="4133B09C" w14:textId="77777777" w:rsidR="00824A38" w:rsidRPr="002E576F" w:rsidRDefault="00824A38" w:rsidP="00824A38">
    <w:pPr>
      <w:pStyle w:val="ServiceInfo-header"/>
      <w:tabs>
        <w:tab w:val="left" w:pos="3261"/>
      </w:tabs>
      <w:ind w:left="-1560"/>
      <w:rPr>
        <w:rFonts w:ascii="Marianne" w:hAnsi="Marianne"/>
        <w:b w:val="0"/>
        <w:sz w:val="18"/>
        <w:lang w:val="fr-FR"/>
      </w:rPr>
    </w:pPr>
    <w:r w:rsidRPr="002E576F">
      <w:rPr>
        <w:rFonts w:ascii="Marianne" w:hAnsi="Marianne"/>
        <w:b w:val="0"/>
        <w:sz w:val="18"/>
        <w:lang w:val="fr-FR"/>
      </w:rPr>
      <w:t>Direction des services administratifs et financiers</w:t>
    </w:r>
  </w:p>
  <w:p w14:paraId="770B3393" w14:textId="77777777" w:rsidR="00824A38" w:rsidRDefault="00824A38" w:rsidP="00824A38">
    <w:pPr>
      <w:pStyle w:val="Corpsdetexte"/>
    </w:pPr>
  </w:p>
  <w:p w14:paraId="03C6859E" w14:textId="77777777" w:rsidR="00824A38" w:rsidRDefault="00824A38" w:rsidP="00824A38">
    <w:pPr>
      <w:pStyle w:val="Corpsdetexte"/>
    </w:pPr>
  </w:p>
  <w:p w14:paraId="778CF7DA" w14:textId="77777777" w:rsidR="005D267E" w:rsidRDefault="005D267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B55452"/>
    <w:multiLevelType w:val="hybridMultilevel"/>
    <w:tmpl w:val="18B8CBBC"/>
    <w:lvl w:ilvl="0" w:tplc="F6DE57A2">
      <w:start w:val="4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4733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1EE6"/>
    <w:rsid w:val="00011F0E"/>
    <w:rsid w:val="00032FBF"/>
    <w:rsid w:val="00046233"/>
    <w:rsid w:val="00066459"/>
    <w:rsid w:val="00066F84"/>
    <w:rsid w:val="00071838"/>
    <w:rsid w:val="000914BB"/>
    <w:rsid w:val="000D3BB1"/>
    <w:rsid w:val="001315F3"/>
    <w:rsid w:val="00174195"/>
    <w:rsid w:val="00186EE3"/>
    <w:rsid w:val="00197979"/>
    <w:rsid w:val="001C4479"/>
    <w:rsid w:val="001E0515"/>
    <w:rsid w:val="001F6820"/>
    <w:rsid w:val="001F7031"/>
    <w:rsid w:val="00200EFD"/>
    <w:rsid w:val="002077BC"/>
    <w:rsid w:val="00231F09"/>
    <w:rsid w:val="00264FE5"/>
    <w:rsid w:val="00272A41"/>
    <w:rsid w:val="00283AA4"/>
    <w:rsid w:val="002D0205"/>
    <w:rsid w:val="00325183"/>
    <w:rsid w:val="003932B9"/>
    <w:rsid w:val="003A1160"/>
    <w:rsid w:val="003A73BC"/>
    <w:rsid w:val="003B7DD1"/>
    <w:rsid w:val="003E7BC5"/>
    <w:rsid w:val="00405FC9"/>
    <w:rsid w:val="004355E2"/>
    <w:rsid w:val="00440AEF"/>
    <w:rsid w:val="004E37D7"/>
    <w:rsid w:val="004F32A6"/>
    <w:rsid w:val="005336DC"/>
    <w:rsid w:val="00597207"/>
    <w:rsid w:val="005A1D8F"/>
    <w:rsid w:val="005D267E"/>
    <w:rsid w:val="005E3437"/>
    <w:rsid w:val="00614C57"/>
    <w:rsid w:val="00616EBA"/>
    <w:rsid w:val="0064428F"/>
    <w:rsid w:val="0064730B"/>
    <w:rsid w:val="00650488"/>
    <w:rsid w:val="006769E9"/>
    <w:rsid w:val="0069038E"/>
    <w:rsid w:val="006A2655"/>
    <w:rsid w:val="006E1E2C"/>
    <w:rsid w:val="00751EA2"/>
    <w:rsid w:val="00765B2A"/>
    <w:rsid w:val="00793D0D"/>
    <w:rsid w:val="007B5D79"/>
    <w:rsid w:val="007B5FA2"/>
    <w:rsid w:val="007D12C0"/>
    <w:rsid w:val="007D3FB3"/>
    <w:rsid w:val="007D5698"/>
    <w:rsid w:val="00824A38"/>
    <w:rsid w:val="00842CCC"/>
    <w:rsid w:val="00875BF0"/>
    <w:rsid w:val="0089176D"/>
    <w:rsid w:val="008A3F5E"/>
    <w:rsid w:val="008A4D2E"/>
    <w:rsid w:val="008B3C64"/>
    <w:rsid w:val="008C0D1E"/>
    <w:rsid w:val="00910A6E"/>
    <w:rsid w:val="00936677"/>
    <w:rsid w:val="00950AF5"/>
    <w:rsid w:val="009D1EE6"/>
    <w:rsid w:val="009F27AA"/>
    <w:rsid w:val="00A23377"/>
    <w:rsid w:val="00AA1556"/>
    <w:rsid w:val="00AA6B66"/>
    <w:rsid w:val="00AB30C8"/>
    <w:rsid w:val="00AF391B"/>
    <w:rsid w:val="00B11DBC"/>
    <w:rsid w:val="00BC7ED0"/>
    <w:rsid w:val="00C30DF7"/>
    <w:rsid w:val="00C96070"/>
    <w:rsid w:val="00CC45B9"/>
    <w:rsid w:val="00D301BE"/>
    <w:rsid w:val="00D41943"/>
    <w:rsid w:val="00D84359"/>
    <w:rsid w:val="00D85943"/>
    <w:rsid w:val="00DA3322"/>
    <w:rsid w:val="00DB37BC"/>
    <w:rsid w:val="00DE424C"/>
    <w:rsid w:val="00DE7101"/>
    <w:rsid w:val="00E356A9"/>
    <w:rsid w:val="00E45E24"/>
    <w:rsid w:val="00E547E7"/>
    <w:rsid w:val="00E71EB8"/>
    <w:rsid w:val="00EE7994"/>
    <w:rsid w:val="00F61DB6"/>
    <w:rsid w:val="00F645B5"/>
    <w:rsid w:val="00F90EE8"/>
    <w:rsid w:val="00FD233B"/>
    <w:rsid w:val="00FD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1F2201FA"/>
  <w15:docId w15:val="{703BC925-F2A1-483E-9CB5-48841E983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AA6B66"/>
    <w:pPr>
      <w:widowControl w:val="0"/>
      <w:spacing w:before="57" w:after="0" w:line="240" w:lineRule="auto"/>
      <w:jc w:val="both"/>
    </w:pPr>
    <w:rPr>
      <w:rFonts w:ascii="Marianne" w:eastAsia="Andale Sans UI" w:hAnsi="Marianne" w:cs="Calibri"/>
      <w:lang w:eastAsia="ar-SA"/>
    </w:rPr>
  </w:style>
  <w:style w:type="paragraph" w:styleId="Titre1">
    <w:name w:val="heading 1"/>
    <w:basedOn w:val="Normal"/>
    <w:next w:val="Corpsdetexte"/>
    <w:link w:val="Titre1Car"/>
    <w:qFormat/>
    <w:rsid w:val="00B11DBC"/>
    <w:pPr>
      <w:keepNext/>
      <w:outlineLvl w:val="0"/>
    </w:pPr>
    <w:rPr>
      <w:rFonts w:eastAsia="Times New Roman"/>
      <w:color w:val="808080"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11DBC"/>
    <w:rPr>
      <w:rFonts w:ascii="Times New Roman" w:eastAsia="Times New Roman" w:hAnsi="Times New Roman" w:cs="Tahoma"/>
      <w:color w:val="808080"/>
      <w:sz w:val="36"/>
      <w:szCs w:val="36"/>
      <w:lang w:val="de-DE" w:eastAsia="ja-JP" w:bidi="fa-IR"/>
    </w:rPr>
  </w:style>
  <w:style w:type="paragraph" w:styleId="Corpsdetexte">
    <w:name w:val="Body Text"/>
    <w:basedOn w:val="Normal"/>
    <w:link w:val="CorpsdetexteCar"/>
    <w:uiPriority w:val="99"/>
    <w:unhideWhenUsed/>
    <w:rsid w:val="00B11DBC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B11DBC"/>
    <w:rPr>
      <w:rFonts w:ascii="Times New Roman" w:eastAsia="Andale Sans UI" w:hAnsi="Times New Roman" w:cs="Tahoma"/>
      <w:lang w:val="de-DE" w:eastAsia="ja-JP" w:bidi="fa-I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1DBC"/>
    <w:pPr>
      <w:spacing w:before="0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1DBC"/>
    <w:rPr>
      <w:rFonts w:ascii="Tahoma" w:eastAsia="Andale Sans UI" w:hAnsi="Tahoma" w:cs="Tahoma"/>
      <w:sz w:val="16"/>
      <w:szCs w:val="16"/>
      <w:lang w:val="de-DE" w:eastAsia="ja-JP" w:bidi="fa-IR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283AA4"/>
    <w:pPr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="Arial" w:hAnsi="Arial" w:cs="Arial"/>
      <w:b/>
      <w:bCs/>
      <w:sz w:val="24"/>
      <w:szCs w:val="24"/>
      <w:lang w:val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283AA4"/>
    <w:rPr>
      <w:rFonts w:ascii="Arial" w:eastAsia="Arial" w:hAnsi="Arial" w:cs="Arial"/>
      <w:b/>
      <w:bCs/>
      <w:sz w:val="24"/>
      <w:szCs w:val="24"/>
      <w:lang w:val="en-US" w:eastAsia="ja-JP" w:bidi="hi-IN"/>
    </w:rPr>
  </w:style>
  <w:style w:type="paragraph" w:styleId="En-tte">
    <w:name w:val="header"/>
    <w:basedOn w:val="Normal"/>
    <w:link w:val="En-tteCar"/>
    <w:uiPriority w:val="99"/>
    <w:unhideWhenUsed/>
    <w:rsid w:val="00283AA4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283AA4"/>
    <w:rPr>
      <w:rFonts w:ascii="Times New Roman" w:eastAsia="Andale Sans UI" w:hAnsi="Times New Roman" w:cs="Tahoma"/>
      <w:lang w:val="de-DE" w:eastAsia="ja-JP" w:bidi="fa-IR"/>
    </w:rPr>
  </w:style>
  <w:style w:type="paragraph" w:styleId="Pieddepage">
    <w:name w:val="footer"/>
    <w:basedOn w:val="Normal"/>
    <w:link w:val="PieddepageCar"/>
    <w:uiPriority w:val="99"/>
    <w:unhideWhenUsed/>
    <w:rsid w:val="004355E2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4355E2"/>
    <w:rPr>
      <w:rFonts w:ascii="Times New Roman" w:eastAsia="Andale Sans UI" w:hAnsi="Times New Roman" w:cs="Tahoma"/>
      <w:lang w:val="de-DE" w:eastAsia="ja-JP" w:bidi="fa-IR"/>
    </w:rPr>
  </w:style>
  <w:style w:type="table" w:styleId="Grilledutableau">
    <w:name w:val="Table Grid"/>
    <w:basedOn w:val="TableauNormal"/>
    <w:uiPriority w:val="59"/>
    <w:rsid w:val="00393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C30DF7"/>
    <w:pPr>
      <w:widowControl w:val="0"/>
      <w:spacing w:after="0" w:line="240" w:lineRule="auto"/>
      <w:jc w:val="center"/>
    </w:pPr>
    <w:rPr>
      <w:rFonts w:ascii="Times New Roman" w:eastAsia="Andale Sans UI" w:hAnsi="Times New Roman" w:cs="Tahoma"/>
      <w:lang w:val="de-DE" w:eastAsia="ja-JP" w:bidi="fa-IR"/>
    </w:rPr>
  </w:style>
  <w:style w:type="paragraph" w:styleId="Paragraphedeliste">
    <w:name w:val="List Paragraph"/>
    <w:aliases w:val="Numéro,List Paragraph,Level 1 Puce,alinéa 1,6 pt paragraphe carré,Paragraphe de liste1,List Paragraph1,Paragraphe de liste12,Paragraphe - 02 -,Liste couleur - Accent 11,Mabru,En tête 1,texte de base,Puce focus,chapitre,Contact,PUCES"/>
    <w:basedOn w:val="Normal"/>
    <w:link w:val="ParagraphedelisteCar"/>
    <w:uiPriority w:val="34"/>
    <w:qFormat/>
    <w:rsid w:val="00E547E7"/>
    <w:pPr>
      <w:widowControl/>
      <w:spacing w:before="0"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ParagraphedelisteCar">
    <w:name w:val="Paragraphe de liste Car"/>
    <w:aliases w:val="Numéro Car,List Paragraph Car,Level 1 Puce Car,alinéa 1 Car,6 pt paragraphe carré Car,Paragraphe de liste1 Car,List Paragraph1 Car,Paragraphe de liste12 Car,Paragraphe - 02 - Car,Liste couleur - Accent 11 Car,Mabru Car,PUCES Car"/>
    <w:basedOn w:val="Policepardfaut"/>
    <w:link w:val="Paragraphedeliste"/>
    <w:uiPriority w:val="34"/>
    <w:rsid w:val="00E54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7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eboucher\Downloads\Mod&#232;le_Attestation%20de%20visi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3" ma:contentTypeDescription="Crée un document." ma:contentTypeScope="" ma:versionID="b858815d34c93561c1843e202f91d21e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788a2d7347abad7aae5d8393afd0c271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BB842-D4D1-460E-8B46-4234E07A01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B3F572-D2EE-4129-98C4-34FB101426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7038F7-DC7B-4D0B-827E-923FDDFE2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Modèle_Attestation de visite.dotx</Template>
  <TotalTime>75</TotalTime>
  <Pages>1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LEBOUCHER Christopher</dc:creator>
  <cp:lastModifiedBy>LEBOUCHER Christopher</cp:lastModifiedBy>
  <cp:revision>48</cp:revision>
  <cp:lastPrinted>2019-07-31T12:05:00Z</cp:lastPrinted>
  <dcterms:created xsi:type="dcterms:W3CDTF">2023-03-14T18:38:00Z</dcterms:created>
  <dcterms:modified xsi:type="dcterms:W3CDTF">2025-06-25T16:11:00Z</dcterms:modified>
</cp:coreProperties>
</file>